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77777777" w:rsidR="003B280F" w:rsidRPr="002A5CF4" w:rsidRDefault="003B280F" w:rsidP="003B280F">
      <w:pPr>
        <w:pStyle w:val="Bulleted1"/>
        <w:rPr>
          <w:rFonts w:ascii="Arial" w:hAnsi="Arial"/>
        </w:rPr>
      </w:pPr>
      <w:r w:rsidRPr="002A5CF4">
        <w:rPr>
          <w:rFonts w:ascii="Arial" w:hAnsi="Arial"/>
        </w:rPr>
        <w:t xml:space="preserve">rondom de </w:t>
      </w:r>
      <w:r w:rsidR="004D259A" w:rsidRPr="002A5CF4">
        <w:rPr>
          <w:rFonts w:ascii="Arial" w:hAnsi="Arial"/>
        </w:rPr>
        <w:t>spoelt</w:t>
      </w:r>
      <w:r w:rsidRPr="002A5CF4">
        <w:rPr>
          <w:rFonts w:ascii="Arial" w:hAnsi="Arial"/>
        </w:rPr>
        <w:t>oets is er een designring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A" w14:textId="77777777" w:rsidR="002F0052" w:rsidRPr="009D555D" w:rsidRDefault="002F0052" w:rsidP="002F0052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de designring </w:t>
      </w:r>
      <w:r w:rsidR="003B280F" w:rsidRPr="009D555D">
        <w:rPr>
          <w:rFonts w:ascii="Arial" w:hAnsi="Arial"/>
        </w:rPr>
        <w:t>is</w:t>
      </w:r>
      <w:r w:rsidRPr="009D555D">
        <w:rPr>
          <w:rFonts w:ascii="Arial" w:hAnsi="Arial"/>
        </w:rPr>
        <w:t xml:space="preserve"> van gepolijst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77777777" w:rsidR="0020639C" w:rsidRPr="00C26C00" w:rsidRDefault="006018D9" w:rsidP="00157D48">
            <w:r>
              <w:t>4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0A38010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10A3800D" w14:textId="77777777" w:rsidR="00FB49FD" w:rsidRDefault="006018D9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0A38017" wp14:editId="10A38018">
                  <wp:extent cx="1984375" cy="1367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E" w14:textId="77777777" w:rsidR="00FB49FD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9" wp14:editId="10A3801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F" w14:textId="77777777" w:rsidR="00FB49FD" w:rsidRDefault="006018D9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B" wp14:editId="10A3801C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0A380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0A3801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10A380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0A38014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018D9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8280" w14:textId="77777777" w:rsidR="00987B30" w:rsidRDefault="00987B30">
      <w:r>
        <w:separator/>
      </w:r>
    </w:p>
  </w:endnote>
  <w:endnote w:type="continuationSeparator" w:id="0">
    <w:p w14:paraId="73F3F119" w14:textId="77777777" w:rsidR="00987B30" w:rsidRDefault="0098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4" w14:textId="77777777" w:rsidR="004B4273" w:rsidRDefault="004B42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B" w14:textId="77777777" w:rsidR="004B4273" w:rsidRDefault="004B4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83DF1" w14:textId="77777777" w:rsidR="00987B30" w:rsidRDefault="00987B30">
      <w:r>
        <w:separator/>
      </w:r>
    </w:p>
  </w:footnote>
  <w:footnote w:type="continuationSeparator" w:id="0">
    <w:p w14:paraId="70B56AE5" w14:textId="77777777" w:rsidR="00987B30" w:rsidRDefault="00987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1" w14:textId="77777777" w:rsidR="004B4273" w:rsidRDefault="004B42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77777777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063682">
      <w:rPr>
        <w:rFonts w:ascii="Arial" w:hAnsi="Arial"/>
        <w:b/>
      </w:rPr>
      <w:t>,</w:t>
    </w:r>
    <w:r w:rsidR="00063682">
      <w:rPr>
        <w:rFonts w:ascii="Arial" w:hAnsi="Arial"/>
        <w:b/>
      </w:rPr>
      <w:br/>
    </w:r>
    <w:r w:rsidR="00063682" w:rsidRPr="00063682">
      <w:rPr>
        <w:rFonts w:ascii="Arial" w:hAnsi="Arial"/>
        <w:b/>
      </w:rPr>
      <w:t>115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758</w:t>
    </w:r>
    <w:r w:rsidR="00063682">
      <w:rPr>
        <w:rFonts w:ascii="Arial" w:hAnsi="Arial"/>
        <w:b/>
      </w:rPr>
      <w:t>.</w:t>
    </w:r>
    <w:r w:rsidR="00063682" w:rsidRPr="00063682">
      <w:rPr>
        <w:rFonts w:ascii="Arial" w:hAnsi="Arial"/>
        <w:b/>
      </w:rPr>
      <w:t>SN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A" w14:textId="77777777" w:rsidR="004B4273" w:rsidRDefault="004B42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30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93AE6D-ECC6-40E9-8F68-66BFC474F016}"/>
</file>

<file path=customXml/itemProps3.xml><?xml version="1.0" encoding="utf-8"?>
<ds:datastoreItem xmlns:ds="http://schemas.openxmlformats.org/officeDocument/2006/customXml" ds:itemID="{01794BA4-B86D-4542-9112-2FA596046AE5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441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2020-05-05T11:58:00Z</dcterms:created>
  <dcterms:modified xsi:type="dcterms:W3CDTF">2023-12-04T14:28:00Z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